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C767" w14:textId="77777777" w:rsidR="00F422D3" w:rsidRDefault="00633B07" w:rsidP="004066D8">
      <w:pPr>
        <w:pStyle w:val="Titul1"/>
        <w:jc w:val="both"/>
      </w:pPr>
      <w:r>
        <w:t>KUPNÍ SMLOUVA</w:t>
      </w:r>
    </w:p>
    <w:p w14:paraId="4358A93D" w14:textId="36ECC39B" w:rsidR="00F422D3" w:rsidRDefault="00F422D3" w:rsidP="00C22303">
      <w:pPr>
        <w:pStyle w:val="Titul2"/>
      </w:pPr>
      <w:r>
        <w:t>Název zakázky: „</w:t>
      </w:r>
      <w:r w:rsidR="006D0520">
        <w:t>Dodávka herbicidů pro OŘ Hradec </w:t>
      </w:r>
      <w:r w:rsidR="006D0520" w:rsidRPr="006D0520">
        <w:t>Králové 2022</w:t>
      </w:r>
      <w:r>
        <w:t>“</w:t>
      </w:r>
    </w:p>
    <w:p w14:paraId="3B615583" w14:textId="77777777" w:rsidR="007A6E42" w:rsidRPr="00D32554" w:rsidRDefault="007A6E42" w:rsidP="004066D8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066D8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066D8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066D8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066D8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066D8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066D8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7777777" w:rsidR="001C2A3F" w:rsidRDefault="001C2A3F" w:rsidP="004066D8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D38401B" w14:textId="77777777" w:rsidR="002A398D" w:rsidRPr="001C2A3F" w:rsidRDefault="002A398D" w:rsidP="004066D8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6D0520">
        <w:rPr>
          <w:rFonts w:eastAsia="Times New Roman" w:cs="Arial"/>
          <w:snapToGrid w:val="0"/>
          <w:lang w:eastAsia="cs-CZ"/>
        </w:rPr>
        <w:t>pověření č. 3053 ze dne 10. 3. 2021</w:t>
      </w:r>
    </w:p>
    <w:p w14:paraId="32000F52" w14:textId="77777777" w:rsidR="001C2A3F" w:rsidRPr="001C2A3F" w:rsidRDefault="001C2A3F" w:rsidP="004066D8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066D8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066D8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066D8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066D8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066D8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066D8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04215890" w:rsidR="002A398D" w:rsidRPr="001C2A3F" w:rsidRDefault="006D0520" w:rsidP="004066D8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Bc. Anna </w:t>
      </w:r>
      <w:proofErr w:type="spellStart"/>
      <w:r>
        <w:rPr>
          <w:rFonts w:eastAsia="Times New Roman" w:cs="Arial"/>
          <w:snapToGrid w:val="0"/>
          <w:lang w:eastAsia="cs-CZ"/>
        </w:rPr>
        <w:t>Kovačičová</w:t>
      </w:r>
      <w:proofErr w:type="spellEnd"/>
      <w:r w:rsidR="002A398D">
        <w:rPr>
          <w:rFonts w:eastAsia="Times New Roman" w:cs="Arial"/>
          <w:snapToGrid w:val="0"/>
          <w:lang w:eastAsia="cs-CZ"/>
        </w:rPr>
        <w:t xml:space="preserve">, tel.: </w:t>
      </w:r>
      <w:r>
        <w:rPr>
          <w:rFonts w:eastAsia="Times New Roman" w:cs="Arial"/>
          <w:snapToGrid w:val="0"/>
          <w:lang w:eastAsia="cs-CZ"/>
        </w:rPr>
        <w:t>972 342 046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>
        <w:rPr>
          <w:rFonts w:eastAsia="Times New Roman" w:cs="Arial"/>
          <w:snapToGrid w:val="0"/>
          <w:lang w:eastAsia="cs-CZ"/>
        </w:rPr>
        <w:t>Kovacicova</w:t>
      </w:r>
      <w:r w:rsidR="002A398D">
        <w:rPr>
          <w:rFonts w:eastAsia="Times New Roman" w:cs="Arial"/>
          <w:snapToGrid w:val="0"/>
          <w:lang w:eastAsia="cs-CZ"/>
        </w:rPr>
        <w:t>@spravazeleznic.cz</w:t>
      </w:r>
    </w:p>
    <w:p w14:paraId="54790212" w14:textId="77777777" w:rsidR="001C2A3F" w:rsidRPr="001C2A3F" w:rsidRDefault="001C2A3F" w:rsidP="004066D8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066D8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066D8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066D8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066D8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066D8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066D8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066D8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 xml:space="preserve">U </w:t>
      </w:r>
      <w:proofErr w:type="spellStart"/>
      <w:r w:rsidRPr="001C2A3F">
        <w:rPr>
          <w:rFonts w:eastAsia="Times New Roman" w:cs="Arial"/>
          <w:snapToGrid w:val="0"/>
          <w:lang w:eastAsia="cs-CZ"/>
        </w:rPr>
        <w:t>Fotochemy</w:t>
      </w:r>
      <w:proofErr w:type="spellEnd"/>
      <w:r w:rsidRPr="001C2A3F">
        <w:rPr>
          <w:rFonts w:eastAsia="Times New Roman" w:cs="Arial"/>
          <w:snapToGrid w:val="0"/>
          <w:lang w:eastAsia="cs-CZ"/>
        </w:rPr>
        <w:t xml:space="preserve"> 259, poštovní schránka 26</w:t>
      </w:r>
    </w:p>
    <w:p w14:paraId="35C63D07" w14:textId="77777777" w:rsidR="001C2A3F" w:rsidRPr="001C2A3F" w:rsidRDefault="001C2A3F" w:rsidP="004066D8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066D8">
      <w:pPr>
        <w:pStyle w:val="Textbezodsazen"/>
      </w:pPr>
    </w:p>
    <w:p w14:paraId="12F2D732" w14:textId="77777777" w:rsidR="008D6EDE" w:rsidRPr="001D580D" w:rsidRDefault="008D6EDE" w:rsidP="004066D8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066D8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066D8">
      <w:pPr>
        <w:pStyle w:val="Textbezodsazen"/>
        <w:spacing w:after="0"/>
      </w:pPr>
    </w:p>
    <w:p w14:paraId="514E2613" w14:textId="77777777" w:rsidR="00B42F40" w:rsidRPr="002A398D" w:rsidRDefault="009020DB" w:rsidP="004066D8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21FF20A6" w:rsidR="00436951" w:rsidRPr="002A398D" w:rsidRDefault="00436951" w:rsidP="004066D8">
      <w:pPr>
        <w:pStyle w:val="Textbezodsazen"/>
        <w:spacing w:after="0"/>
      </w:pPr>
      <w:r w:rsidRPr="002A398D">
        <w:t xml:space="preserve">          ev. č. registru VZ: </w:t>
      </w:r>
      <w:r w:rsidR="007534CA">
        <w:t>64022031</w:t>
      </w:r>
      <w:bookmarkStart w:id="1" w:name="_GoBack"/>
      <w:bookmarkEnd w:id="1"/>
    </w:p>
    <w:p w14:paraId="2A7B961E" w14:textId="77777777" w:rsidR="006F3400" w:rsidRPr="002A398D" w:rsidRDefault="006F3400" w:rsidP="004066D8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066D8">
      <w:pPr>
        <w:pStyle w:val="Textbezodsazen"/>
        <w:spacing w:after="0"/>
      </w:pPr>
    </w:p>
    <w:p w14:paraId="03B7C015" w14:textId="77777777" w:rsidR="00067B13" w:rsidRPr="00067B13" w:rsidRDefault="00067B13" w:rsidP="004066D8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066D8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066D8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066D8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2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2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066D8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066D8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066D8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066D8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066D8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066D8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066D8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066D8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066D8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066D8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066D8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066D8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066D8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066D8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066D8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066D8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066D8">
      <w:pPr>
        <w:pStyle w:val="Nadpis1-1"/>
        <w:jc w:val="both"/>
      </w:pPr>
      <w:r>
        <w:t>PŘEDMĚT SMLOUVY</w:t>
      </w:r>
    </w:p>
    <w:p w14:paraId="58867223" w14:textId="685A555F" w:rsidR="00067B13" w:rsidRPr="00067B13" w:rsidRDefault="00067B13" w:rsidP="007534CA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6D0520" w:rsidRPr="006D0520">
        <w:t>Dodávka herbicidů pro OŘ Hradec Králové 2022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7534CA" w:rsidRPr="007534CA">
        <w:t>13762/2022-SŽ-OŘ HKR-NPI</w:t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4066D8">
        <w:t>chemického přípravku</w:t>
      </w:r>
      <w:r w:rsidRPr="00067B13">
        <w:t xml:space="preserve"> </w:t>
      </w:r>
      <w:r w:rsidR="004066D8" w:rsidRPr="00067B13">
        <w:t>uveden</w:t>
      </w:r>
      <w:r w:rsidR="004066D8">
        <w:t>ého</w:t>
      </w:r>
      <w:r w:rsidR="004066D8" w:rsidRPr="00067B13">
        <w:t xml:space="preserve"> </w:t>
      </w:r>
      <w:r w:rsidRPr="00067B13">
        <w:t xml:space="preserve">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066D8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066D8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066D8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066D8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066D8">
      <w:pPr>
        <w:pStyle w:val="Nadpis1-1"/>
        <w:jc w:val="both"/>
      </w:pPr>
      <w:r>
        <w:t>KUPNÍ CENA předmětu koupě, platební podmínky</w:t>
      </w:r>
    </w:p>
    <w:p w14:paraId="0B90A0FE" w14:textId="77777777" w:rsidR="007972AC" w:rsidRDefault="007972AC" w:rsidP="004066D8">
      <w:pPr>
        <w:pStyle w:val="Text1-1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 xml:space="preserve">základě zadávacího řízení, je sjednána jako maximální a činí celkem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bez DPH</w:t>
      </w:r>
    </w:p>
    <w:p w14:paraId="467CDB95" w14:textId="77777777" w:rsidR="006C76CE" w:rsidRPr="007972AC" w:rsidRDefault="006C76CE" w:rsidP="004066D8">
      <w:pPr>
        <w:pStyle w:val="Text1-1"/>
        <w:numPr>
          <w:ilvl w:val="0"/>
          <w:numId w:val="0"/>
        </w:numPr>
        <w:ind w:left="737"/>
      </w:pPr>
      <w:r w:rsidRPr="006C76CE">
        <w:t xml:space="preserve">(slovy: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6C76CE">
        <w:t xml:space="preserve"> korun českých).</w:t>
      </w:r>
    </w:p>
    <w:p w14:paraId="3F00BC85" w14:textId="77777777" w:rsidR="00557DDF" w:rsidRPr="00DB766B" w:rsidRDefault="00DB766B" w:rsidP="004066D8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066D8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066D8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066D8">
      <w:pPr>
        <w:pStyle w:val="Text1-1"/>
      </w:pPr>
      <w:r w:rsidRPr="00D17950">
        <w:lastRenderedPageBreak/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</w:t>
      </w:r>
      <w:r w:rsidRPr="006D0520">
        <w:t>splatností 30 kalendářních dnů od</w:t>
      </w:r>
      <w:r w:rsidRPr="00D17950">
        <w:t xml:space="preserve">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066D8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066D8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066D8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066D8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77777777" w:rsidR="00782D29" w:rsidRPr="00D53CA1" w:rsidRDefault="00782D29" w:rsidP="004066D8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 sídlo organizační jednotky kupujícího:</w:t>
      </w:r>
    </w:p>
    <w:p w14:paraId="21CFE64A" w14:textId="77777777" w:rsidR="00E30CC9" w:rsidRDefault="00782D29" w:rsidP="004066D8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D53CA1">
        <w:rPr>
          <w:rFonts w:eastAsia="Times New Roman" w:cs="Arial"/>
          <w:lang w:eastAsia="cs-CZ"/>
        </w:rPr>
        <w:t>S</w:t>
      </w:r>
      <w:r w:rsidR="00E30CC9">
        <w:rPr>
          <w:rFonts w:eastAsia="Times New Roman" w:cs="Arial"/>
          <w:lang w:eastAsia="cs-CZ"/>
        </w:rPr>
        <w:t>práva železnic</w:t>
      </w:r>
      <w:r>
        <w:rPr>
          <w:rFonts w:eastAsia="Times New Roman" w:cs="Arial"/>
          <w:lang w:eastAsia="cs-CZ"/>
        </w:rPr>
        <w:t>, s</w:t>
      </w:r>
      <w:r w:rsidR="00E30CC9">
        <w:rPr>
          <w:rFonts w:eastAsia="Times New Roman" w:cs="Arial"/>
          <w:lang w:eastAsia="cs-CZ"/>
        </w:rPr>
        <w:t>tátní organizace</w:t>
      </w:r>
    </w:p>
    <w:p w14:paraId="3FC2616D" w14:textId="77777777" w:rsidR="00782D29" w:rsidRDefault="00782D29" w:rsidP="004066D8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Oblastní ředitelství Hradec Králové</w:t>
      </w:r>
    </w:p>
    <w:p w14:paraId="1F206373" w14:textId="77777777" w:rsidR="00782D29" w:rsidRPr="00D53CA1" w:rsidRDefault="00782D29" w:rsidP="004066D8">
      <w:pPr>
        <w:pStyle w:val="Text1-1"/>
        <w:numPr>
          <w:ilvl w:val="0"/>
          <w:numId w:val="0"/>
        </w:numPr>
        <w:ind w:left="737"/>
      </w:pPr>
      <w:r>
        <w:rPr>
          <w:rFonts w:eastAsia="Times New Roman" w:cs="Arial"/>
          <w:lang w:eastAsia="cs-CZ"/>
        </w:rPr>
        <w:t xml:space="preserve">U </w:t>
      </w:r>
      <w:proofErr w:type="spellStart"/>
      <w:r>
        <w:rPr>
          <w:rFonts w:eastAsia="Times New Roman" w:cs="Arial"/>
          <w:lang w:eastAsia="cs-CZ"/>
        </w:rPr>
        <w:t>Fotochemy</w:t>
      </w:r>
      <w:proofErr w:type="spellEnd"/>
      <w:r>
        <w:rPr>
          <w:rFonts w:eastAsia="Times New Roman" w:cs="Arial"/>
          <w:lang w:eastAsia="cs-CZ"/>
        </w:rPr>
        <w:t xml:space="preserve"> 259, 501 01 Hradec Králové</w:t>
      </w:r>
    </w:p>
    <w:p w14:paraId="3893E5E1" w14:textId="5446004E" w:rsidR="00782D29" w:rsidRDefault="00782D29" w:rsidP="004066D8">
      <w:pPr>
        <w:pStyle w:val="Text1-1"/>
      </w:pPr>
      <w:r w:rsidRPr="00782D29">
        <w:t xml:space="preserve">Termín dodávky předmětu koupě: </w:t>
      </w:r>
      <w:r w:rsidRPr="00782D29">
        <w:tab/>
      </w:r>
      <w:r w:rsidR="006D0520" w:rsidRPr="00511B1E">
        <w:t>do 7</w:t>
      </w:r>
      <w:r w:rsidR="00745470" w:rsidRPr="00511B1E">
        <w:t xml:space="preserve"> pracovních dní</w:t>
      </w:r>
      <w:r w:rsidR="006D0520" w:rsidRPr="00511B1E">
        <w:t xml:space="preserve"> od účinnosti smlouvy</w:t>
      </w:r>
    </w:p>
    <w:p w14:paraId="1CE6BDEF" w14:textId="00D48AF2" w:rsidR="00782D29" w:rsidRDefault="00782D29" w:rsidP="004066D8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</w:t>
      </w:r>
      <w:r w:rsidRPr="00511B1E">
        <w:t xml:space="preserve">době od 7.00 do 13.00 hodin kdykoliv v termínu účinnosti této </w:t>
      </w:r>
      <w:r w:rsidR="00183EDF" w:rsidRPr="00511B1E">
        <w:t>S</w:t>
      </w:r>
      <w:r w:rsidRPr="00511B1E">
        <w:t xml:space="preserve">mlouvy s tím, že termín plnění bude oznámen v předstihu 2 pracovních dní </w:t>
      </w:r>
      <w:r w:rsidR="00183EDF" w:rsidRPr="00511B1E">
        <w:t>P</w:t>
      </w:r>
      <w:r w:rsidRPr="00511B1E">
        <w:t xml:space="preserve">rodávajícím </w:t>
      </w:r>
      <w:r w:rsidR="00183EDF" w:rsidRPr="00511B1E">
        <w:t>K</w:t>
      </w:r>
      <w:r w:rsidRPr="00511B1E">
        <w:t xml:space="preserve">upujícímu (emailem na adresu </w:t>
      </w:r>
      <w:r w:rsidR="00511B1E" w:rsidRPr="00511B1E">
        <w:t>Kovacicova</w:t>
      </w:r>
      <w:r w:rsidRPr="00511B1E">
        <w:t>@</w:t>
      </w:r>
      <w:r w:rsidR="00B62B67" w:rsidRPr="00511B1E">
        <w:t>spravazeleznic</w:t>
      </w:r>
      <w:r w:rsidRPr="00511B1E">
        <w:t>.cz) a</w:t>
      </w:r>
      <w:r w:rsidRPr="00782D29">
        <w:t xml:space="preserve">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066D8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066D8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066D8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066D8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066D8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066D8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066D8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lastRenderedPageBreak/>
        <w:t>číslo kupní smlouvy, popř. číslo dodatku kupní smlouvy,</w:t>
      </w:r>
    </w:p>
    <w:p w14:paraId="7A4C5C09" w14:textId="77777777" w:rsidR="00782D29" w:rsidRPr="00782D29" w:rsidRDefault="00782D29" w:rsidP="004066D8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066D8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066D8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066D8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066D8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Default="00DB3E86" w:rsidP="004066D8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 xml:space="preserve">upujícímu záruku za jakost předmětu koupě nejméně </w:t>
      </w:r>
      <w:r w:rsidRPr="006D0520">
        <w:t xml:space="preserve">v délce 24 měsíců ode dne předání a převzetí předmětu koupě </w:t>
      </w:r>
      <w:r w:rsidR="009910DA" w:rsidRPr="006D0520">
        <w:t>K</w:t>
      </w:r>
      <w:r w:rsidRPr="006D0520">
        <w:t xml:space="preserve">upujícím. V případech, kdy by záruční doba poskytnutá výrobci předmětu koupě překročila výše uvedenou dobu 24 měsíců, zavazuje se </w:t>
      </w:r>
      <w:r w:rsidR="009910DA" w:rsidRPr="006D0520">
        <w:t>P</w:t>
      </w:r>
      <w:r w:rsidRPr="006D0520">
        <w:t>rodávající poskytnout</w:t>
      </w:r>
      <w:r w:rsidRPr="00DB3E86">
        <w:t xml:space="preserve"> </w:t>
      </w:r>
      <w:r w:rsidR="009910DA">
        <w:t>K</w:t>
      </w:r>
      <w:r w:rsidRPr="00DB3E86">
        <w:t>upujícímu záruku za jakost předmětu koupě v této delší době dané výrobci předmětu koupě.</w:t>
      </w:r>
    </w:p>
    <w:p w14:paraId="4224DA01" w14:textId="77777777" w:rsidR="00DB3E86" w:rsidRDefault="00DB3E86" w:rsidP="004066D8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066D8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066D8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066D8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066D8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066D8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066D8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066D8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066D8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066D8">
      <w:pPr>
        <w:pStyle w:val="Text1-1"/>
      </w:pPr>
      <w:r>
        <w:lastRenderedPageBreak/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066D8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066D8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066D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066D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066D8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</w:t>
      </w:r>
      <w:r w:rsidR="00835F6E">
        <w:t>j. od </w:t>
      </w:r>
      <w:r>
        <w:t>počátku.</w:t>
      </w:r>
    </w:p>
    <w:p w14:paraId="61EDFCC6" w14:textId="77777777" w:rsidR="00281052" w:rsidRDefault="00281052" w:rsidP="004066D8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77777777" w:rsidR="006C7460" w:rsidRPr="00092818" w:rsidRDefault="00281052" w:rsidP="004066D8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14:paraId="68BF5081" w14:textId="77777777" w:rsidR="007A7344" w:rsidRDefault="00281052" w:rsidP="004066D8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066D8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066D8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066D8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066D8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066D8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066D8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066D8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</w:t>
      </w:r>
      <w:r w:rsidR="00090317">
        <w:lastRenderedPageBreak/>
        <w:t>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066D8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066D8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066D8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77777777" w:rsidR="00EE1D3D" w:rsidRPr="00EE1D3D" w:rsidRDefault="00CB3E13" w:rsidP="004066D8">
      <w:pPr>
        <w:pStyle w:val="Text1-1"/>
        <w:rPr>
          <w:highlight w:val="yellow"/>
        </w:rPr>
      </w:pPr>
      <w:r w:rsidRPr="00CB3E13">
        <w:rPr>
          <w:highlight w:val="yellow"/>
        </w:rPr>
        <w:t>Tato Smlouva je vyhotovena elektronicky a podepsána zaručeným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066D8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066D8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066D8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624E594" w14:textId="77777777" w:rsidR="00927364" w:rsidRDefault="00927364" w:rsidP="004066D8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066D8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3" w:name="ListAnnex01"/>
          <w:p w14:paraId="5471E9AB" w14:textId="77777777" w:rsidR="00214C3E" w:rsidRPr="00F97DBD" w:rsidRDefault="00214C3E" w:rsidP="004066D8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3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066D8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066D8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066D8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066D8">
      <w:pPr>
        <w:pStyle w:val="Textbezodsazen"/>
      </w:pPr>
    </w:p>
    <w:p w14:paraId="09B0F702" w14:textId="77777777" w:rsidR="00F422D3" w:rsidRPr="00214C3E" w:rsidRDefault="00214C3E" w:rsidP="004066D8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066D8">
      <w:pPr>
        <w:pStyle w:val="Textbezodsazen"/>
      </w:pPr>
    </w:p>
    <w:p w14:paraId="66D89A0B" w14:textId="77777777" w:rsidR="00EE1D3D" w:rsidRDefault="00EE1D3D" w:rsidP="004066D8">
      <w:pPr>
        <w:pStyle w:val="Textbezodsazen"/>
      </w:pPr>
    </w:p>
    <w:p w14:paraId="1E9A98F3" w14:textId="77777777" w:rsidR="00EE1D3D" w:rsidRDefault="00EE1D3D" w:rsidP="004066D8">
      <w:pPr>
        <w:pStyle w:val="Textbezodsazen"/>
      </w:pPr>
    </w:p>
    <w:p w14:paraId="2BEA6CE8" w14:textId="77777777" w:rsidR="00EE1D3D" w:rsidRDefault="00EE1D3D" w:rsidP="004066D8">
      <w:pPr>
        <w:pStyle w:val="Textbezodsazen"/>
      </w:pPr>
    </w:p>
    <w:p w14:paraId="5B60D6D2" w14:textId="77777777" w:rsidR="00EE1D3D" w:rsidRDefault="00EE1D3D" w:rsidP="004066D8">
      <w:pPr>
        <w:pStyle w:val="Textbezodsazen"/>
      </w:pPr>
    </w:p>
    <w:p w14:paraId="2D1E2EA0" w14:textId="77777777" w:rsidR="00EE1D3D" w:rsidRDefault="00EE1D3D" w:rsidP="004066D8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066D8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066D8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066D8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066D8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066D8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066D8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066D8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066D8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066D8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066D8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066D8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066D8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066D8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77777777" w:rsidR="00EE1D3D" w:rsidRPr="00EE1D3D" w:rsidRDefault="00EE1D3D" w:rsidP="004066D8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10EA7BFC" w14:textId="77777777" w:rsidR="00EE1D3D" w:rsidRPr="00EE1D3D" w:rsidRDefault="00EE1D3D" w:rsidP="004066D8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77777777" w:rsidR="00EE1D3D" w:rsidRPr="00EE1D3D" w:rsidRDefault="00EE1D3D" w:rsidP="004066D8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23CB67CB" w14:textId="77777777" w:rsidR="00EE1D3D" w:rsidRPr="00EE1D3D" w:rsidRDefault="00EE1D3D" w:rsidP="004066D8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066D8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066D8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066D8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066D8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7C957C58" w14:textId="77777777" w:rsidR="00EE1D3D" w:rsidRDefault="00EE1D3D" w:rsidP="004066D8">
      <w:pPr>
        <w:pStyle w:val="Textbezodsazen"/>
      </w:pPr>
    </w:p>
    <w:p w14:paraId="0DD043AB" w14:textId="77777777" w:rsidR="004E76EE" w:rsidRDefault="004E76EE" w:rsidP="004066D8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9C0A8CD" w14:textId="77777777" w:rsidR="00593C6C" w:rsidRDefault="00593C6C" w:rsidP="004066D8">
      <w:pPr>
        <w:pStyle w:val="Textbezodsazen"/>
        <w:spacing w:after="0"/>
      </w:pPr>
    </w:p>
    <w:p w14:paraId="3F18845C" w14:textId="77777777" w:rsidR="004E76EE" w:rsidRDefault="004E76EE" w:rsidP="004066D8">
      <w:pPr>
        <w:pStyle w:val="Textbezodsazen"/>
        <w:spacing w:after="0"/>
      </w:pPr>
      <w:r>
        <w:tab/>
      </w:r>
      <w:r>
        <w:tab/>
      </w:r>
    </w:p>
    <w:p w14:paraId="2A9A86A1" w14:textId="77777777" w:rsidR="00F422D3" w:rsidRDefault="00F422D3" w:rsidP="004066D8">
      <w:pPr>
        <w:pStyle w:val="Textbezodsazen"/>
      </w:pPr>
    </w:p>
    <w:p w14:paraId="052B93BA" w14:textId="77777777" w:rsidR="00C203DE" w:rsidRDefault="00C203DE" w:rsidP="004066D8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066D8">
      <w:pPr>
        <w:jc w:val="both"/>
      </w:pPr>
      <w:r>
        <w:br w:type="page"/>
      </w:r>
    </w:p>
    <w:p w14:paraId="6569FAE5" w14:textId="77777777" w:rsidR="00CB4F6D" w:rsidRDefault="00CB4F6D" w:rsidP="004066D8">
      <w:pPr>
        <w:pStyle w:val="Textbezodsazen"/>
        <w:sectPr w:rsidR="00CB4F6D" w:rsidSect="00C2230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066D8">
      <w:pPr>
        <w:pStyle w:val="Nadpisbezsl1-1"/>
        <w:jc w:val="both"/>
      </w:pPr>
      <w:r>
        <w:t>Příloha č. 1</w:t>
      </w:r>
    </w:p>
    <w:p w14:paraId="5F70EC8B" w14:textId="77777777" w:rsidR="00DF5182" w:rsidRDefault="00DF5182" w:rsidP="004066D8">
      <w:pPr>
        <w:pStyle w:val="Nadpisbezsl1-2"/>
        <w:jc w:val="both"/>
      </w:pPr>
      <w:r>
        <w:t>Cenová nabídka</w:t>
      </w:r>
    </w:p>
    <w:p w14:paraId="0A2F6F49" w14:textId="77777777" w:rsidR="00294C85" w:rsidRDefault="00294C85" w:rsidP="004066D8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294C85">
        <w:rPr>
          <w:rFonts w:ascii="Verdana" w:hAnsi="Verdana"/>
          <w:b w:val="0"/>
          <w:sz w:val="18"/>
          <w:szCs w:val="18"/>
        </w:rPr>
        <w:t xml:space="preserve">Součástí </w:t>
      </w:r>
      <w:r w:rsidR="00022D32">
        <w:rPr>
          <w:rFonts w:ascii="Verdana" w:hAnsi="Verdana"/>
          <w:b w:val="0"/>
          <w:sz w:val="18"/>
          <w:szCs w:val="18"/>
        </w:rPr>
        <w:t>této S</w:t>
      </w:r>
      <w:r>
        <w:rPr>
          <w:rFonts w:ascii="Verdana" w:hAnsi="Verdana"/>
          <w:b w:val="0"/>
          <w:sz w:val="18"/>
          <w:szCs w:val="18"/>
        </w:rPr>
        <w:t>mlouvy</w:t>
      </w:r>
      <w:r w:rsidRPr="00294C85">
        <w:rPr>
          <w:rFonts w:ascii="Verdana" w:hAnsi="Verdana"/>
          <w:b w:val="0"/>
          <w:sz w:val="18"/>
          <w:szCs w:val="18"/>
        </w:rPr>
        <w:t xml:space="preserve"> je </w:t>
      </w:r>
      <w:r>
        <w:rPr>
          <w:rFonts w:ascii="Verdana" w:hAnsi="Verdana"/>
          <w:b w:val="0"/>
          <w:sz w:val="18"/>
          <w:szCs w:val="18"/>
        </w:rPr>
        <w:t>cenová nabídka</w:t>
      </w:r>
      <w:r w:rsidRPr="00294C85">
        <w:rPr>
          <w:rFonts w:ascii="Verdana" w:hAnsi="Verdana"/>
          <w:b w:val="0"/>
          <w:sz w:val="18"/>
          <w:szCs w:val="18"/>
        </w:rPr>
        <w:t>, kter</w:t>
      </w:r>
      <w:r>
        <w:rPr>
          <w:rFonts w:ascii="Verdana" w:hAnsi="Verdana"/>
          <w:b w:val="0"/>
          <w:sz w:val="18"/>
          <w:szCs w:val="18"/>
        </w:rPr>
        <w:t>á</w:t>
      </w:r>
      <w:r w:rsidRPr="00294C85">
        <w:rPr>
          <w:rFonts w:ascii="Verdana" w:hAnsi="Verdana"/>
          <w:b w:val="0"/>
          <w:sz w:val="18"/>
          <w:szCs w:val="18"/>
        </w:rPr>
        <w:t xml:space="preserve"> je uveden</w:t>
      </w:r>
      <w:r>
        <w:rPr>
          <w:rFonts w:ascii="Verdana" w:hAnsi="Verdana"/>
          <w:b w:val="0"/>
          <w:sz w:val="18"/>
          <w:szCs w:val="18"/>
        </w:rPr>
        <w:t>a</w:t>
      </w:r>
      <w:r w:rsidRPr="00294C85">
        <w:rPr>
          <w:rFonts w:ascii="Verdana" w:hAnsi="Verdana"/>
          <w:b w:val="0"/>
          <w:sz w:val="18"/>
          <w:szCs w:val="18"/>
        </w:rPr>
        <w:t xml:space="preserve"> v nabídce </w:t>
      </w:r>
      <w:r w:rsidR="00AB4C40">
        <w:rPr>
          <w:rFonts w:ascii="Verdana" w:hAnsi="Verdana"/>
          <w:b w:val="0"/>
          <w:sz w:val="18"/>
          <w:szCs w:val="18"/>
        </w:rPr>
        <w:t>P</w:t>
      </w:r>
      <w:r w:rsidR="00AF37A3">
        <w:rPr>
          <w:rFonts w:ascii="Verdana" w:hAnsi="Verdana"/>
          <w:b w:val="0"/>
          <w:sz w:val="18"/>
          <w:szCs w:val="18"/>
        </w:rPr>
        <w:t>rodávajícího</w:t>
      </w:r>
      <w:r w:rsidR="00A70CD1">
        <w:rPr>
          <w:rFonts w:ascii="Verdana" w:hAnsi="Verdana"/>
          <w:b w:val="0"/>
          <w:sz w:val="18"/>
          <w:szCs w:val="18"/>
        </w:rPr>
        <w:t>, která </w:t>
      </w:r>
      <w:r w:rsidR="00EE1D3D">
        <w:rPr>
          <w:rFonts w:ascii="Verdana" w:hAnsi="Verdana"/>
          <w:b w:val="0"/>
          <w:sz w:val="18"/>
          <w:szCs w:val="18"/>
        </w:rPr>
        <w:t xml:space="preserve">byla kupujícímu doručena prostřednictvím elektronického nástroje E-ZAK dne 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4" w:name="Text15"/>
      <w:r w:rsidR="00EE1D3D" w:rsidRPr="00EE1D3D">
        <w:rPr>
          <w:rFonts w:ascii="Verdana" w:hAnsi="Verdana"/>
          <w:b w:val="0"/>
          <w:sz w:val="18"/>
          <w:highlight w:val="cyan"/>
        </w:rPr>
        <w:instrText xml:space="preserve"> FORMTEXT </w:instrText>
      </w:r>
      <w:r w:rsidR="00EE1D3D" w:rsidRPr="00EE1D3D">
        <w:rPr>
          <w:rFonts w:ascii="Verdana" w:hAnsi="Verdana"/>
          <w:b w:val="0"/>
          <w:sz w:val="18"/>
          <w:highlight w:val="cyan"/>
        </w:rPr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separate"/>
      </w:r>
      <w:r w:rsidR="00EE1D3D" w:rsidRPr="00EE1D3D">
        <w:rPr>
          <w:rFonts w:ascii="Verdana" w:hAnsi="Verdana"/>
          <w:b w:val="0"/>
          <w:noProof/>
          <w:sz w:val="18"/>
          <w:highlight w:val="cyan"/>
        </w:rPr>
        <w:t>[datum doručení nabídky]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end"/>
      </w:r>
      <w:bookmarkEnd w:id="4"/>
      <w:r w:rsidR="00EE1D3D">
        <w:rPr>
          <w:rFonts w:ascii="Verdana" w:hAnsi="Verdana"/>
          <w:b w:val="0"/>
          <w:sz w:val="18"/>
        </w:rPr>
        <w:t>.</w:t>
      </w:r>
    </w:p>
    <w:p w14:paraId="58CCEE61" w14:textId="77777777" w:rsidR="00BD5C70" w:rsidRDefault="00BD5C70" w:rsidP="004066D8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066D8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C67F6A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066D8">
      <w:pPr>
        <w:pStyle w:val="Nadpisbezsl1-1"/>
        <w:jc w:val="both"/>
      </w:pPr>
      <w:r>
        <w:t xml:space="preserve">Příloha č. </w:t>
      </w:r>
      <w:r w:rsidR="00FF39A1">
        <w:t>2</w:t>
      </w:r>
    </w:p>
    <w:p w14:paraId="400A3F43" w14:textId="77777777" w:rsidR="00502690" w:rsidRDefault="00E463D2" w:rsidP="004066D8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066D8">
      <w:pPr>
        <w:pStyle w:val="Textbezodsazen"/>
      </w:pPr>
    </w:p>
    <w:p w14:paraId="32E1D4D7" w14:textId="77777777" w:rsidR="00EE1D3D" w:rsidRDefault="00593C6C" w:rsidP="004066D8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066D8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D3BC9" w14:textId="77777777" w:rsidR="00106644" w:rsidRDefault="00106644" w:rsidP="00962258">
      <w:pPr>
        <w:spacing w:after="0" w:line="240" w:lineRule="auto"/>
      </w:pPr>
      <w:r>
        <w:separator/>
      </w:r>
    </w:p>
  </w:endnote>
  <w:endnote w:type="continuationSeparator" w:id="0">
    <w:p w14:paraId="7C7457D3" w14:textId="77777777" w:rsidR="00106644" w:rsidRDefault="001066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29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212"/>
    </w:tblGrid>
    <w:tr w:rsidR="006C7460" w14:paraId="17BA7A41" w14:textId="77777777" w:rsidTr="00C22303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27E9554B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34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7534CA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212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16A4B6F9" w14:textId="083E55FF" w:rsidR="00855979" w:rsidRPr="00C1073F" w:rsidRDefault="006D0520" w:rsidP="00F422D3">
          <w:pPr>
            <w:pStyle w:val="Zpat0"/>
            <w:rPr>
              <w:sz w:val="14"/>
            </w:rPr>
          </w:pPr>
          <w:r w:rsidRPr="006D0520">
            <w:rPr>
              <w:sz w:val="14"/>
            </w:rPr>
            <w:t>Dodávka herbicidů pro OŘ Hradec Králové 2022</w:t>
          </w:r>
        </w:p>
        <w:p w14:paraId="480C3783" w14:textId="77777777" w:rsidR="006C7460" w:rsidRDefault="006C7460" w:rsidP="00F422D3">
          <w:pPr>
            <w:pStyle w:val="Zpat0"/>
          </w:pP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C22303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1CB3D263" w14:textId="002BD8B9" w:rsidR="000B073C" w:rsidRPr="00C1073F" w:rsidRDefault="006D0520" w:rsidP="00C22303">
          <w:pPr>
            <w:pStyle w:val="Zpat"/>
            <w:ind w:right="188"/>
            <w:jc w:val="right"/>
            <w:rPr>
              <w:rStyle w:val="slostrnky"/>
              <w:b w:val="0"/>
              <w:color w:val="auto"/>
            </w:rPr>
          </w:pPr>
          <w:r w:rsidRPr="006D0520">
            <w:rPr>
              <w:sz w:val="14"/>
            </w:rPr>
            <w:t>Dodávka herbicidů pro OŘ Hradec Králové 2022</w:t>
          </w:r>
        </w:p>
        <w:p w14:paraId="399AF42F" w14:textId="77777777" w:rsidR="000B073C" w:rsidRPr="00C67F6A" w:rsidRDefault="000B073C" w:rsidP="00C67F6A">
          <w:pPr>
            <w:pStyle w:val="Zpat"/>
            <w:jc w:val="right"/>
            <w:rPr>
              <w:rStyle w:val="slostrnky"/>
            </w:rPr>
          </w:pP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20841" w14:textId="77777777" w:rsidR="00106644" w:rsidRDefault="00106644" w:rsidP="00962258">
      <w:pPr>
        <w:spacing w:after="0" w:line="240" w:lineRule="auto"/>
      </w:pPr>
      <w:r>
        <w:separator/>
      </w:r>
    </w:p>
  </w:footnote>
  <w:footnote w:type="continuationSeparator" w:id="0">
    <w:p w14:paraId="30C3AFCB" w14:textId="77777777" w:rsidR="00106644" w:rsidRDefault="001066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106644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D4AE4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7545D"/>
    <w:rsid w:val="00381EFC"/>
    <w:rsid w:val="00392910"/>
    <w:rsid w:val="00392EB6"/>
    <w:rsid w:val="003956C6"/>
    <w:rsid w:val="003A197F"/>
    <w:rsid w:val="003C33F2"/>
    <w:rsid w:val="003D756E"/>
    <w:rsid w:val="003E044A"/>
    <w:rsid w:val="003E420D"/>
    <w:rsid w:val="003E4C13"/>
    <w:rsid w:val="00403C48"/>
    <w:rsid w:val="004066D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95B84"/>
    <w:rsid w:val="004B26ED"/>
    <w:rsid w:val="004C4399"/>
    <w:rsid w:val="004C47D6"/>
    <w:rsid w:val="004C787C"/>
    <w:rsid w:val="004D09FB"/>
    <w:rsid w:val="004E57EA"/>
    <w:rsid w:val="004E76EE"/>
    <w:rsid w:val="004E7A1F"/>
    <w:rsid w:val="004F4B9B"/>
    <w:rsid w:val="00502690"/>
    <w:rsid w:val="00504402"/>
    <w:rsid w:val="0050666E"/>
    <w:rsid w:val="00511AB9"/>
    <w:rsid w:val="00511B1E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2D3A"/>
    <w:rsid w:val="0066308A"/>
    <w:rsid w:val="00667A0D"/>
    <w:rsid w:val="006776B6"/>
    <w:rsid w:val="00687CE8"/>
    <w:rsid w:val="00690655"/>
    <w:rsid w:val="00693150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0520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45470"/>
    <w:rsid w:val="007534CA"/>
    <w:rsid w:val="007541A2"/>
    <w:rsid w:val="00755818"/>
    <w:rsid w:val="007616C2"/>
    <w:rsid w:val="0076286B"/>
    <w:rsid w:val="00766846"/>
    <w:rsid w:val="007705BA"/>
    <w:rsid w:val="0077673A"/>
    <w:rsid w:val="00782D29"/>
    <w:rsid w:val="00783441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A6E"/>
    <w:rsid w:val="007F56A7"/>
    <w:rsid w:val="00800851"/>
    <w:rsid w:val="00807DD0"/>
    <w:rsid w:val="00821D01"/>
    <w:rsid w:val="00826B7B"/>
    <w:rsid w:val="00835F6E"/>
    <w:rsid w:val="00846789"/>
    <w:rsid w:val="00855979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47F7F"/>
    <w:rsid w:val="00B5431A"/>
    <w:rsid w:val="00B548DC"/>
    <w:rsid w:val="00B62B67"/>
    <w:rsid w:val="00B75EE1"/>
    <w:rsid w:val="00B77481"/>
    <w:rsid w:val="00B779AE"/>
    <w:rsid w:val="00B8518B"/>
    <w:rsid w:val="00B955DF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303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618C4"/>
    <w:rsid w:val="00E7049B"/>
    <w:rsid w:val="00E7415D"/>
    <w:rsid w:val="00E87509"/>
    <w:rsid w:val="00E878EE"/>
    <w:rsid w:val="00E901A3"/>
    <w:rsid w:val="00E96C55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5082"/>
    <w:rsid w:val="00F1715C"/>
    <w:rsid w:val="00F24489"/>
    <w:rsid w:val="00F310F8"/>
    <w:rsid w:val="00F35939"/>
    <w:rsid w:val="00F422D3"/>
    <w:rsid w:val="00F45607"/>
    <w:rsid w:val="00F4722B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296C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B336CD-22AD-4682-8553-4566937B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</Template>
  <TotalTime>5</TotalTime>
  <Pages>9</Pages>
  <Words>2867</Words>
  <Characters>16919</Characters>
  <Application>Microsoft Office Word</Application>
  <DocSecurity>0</DocSecurity>
  <Lines>140</Lines>
  <Paragraphs>39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5</cp:revision>
  <cp:lastPrinted>2019-03-12T14:16:00Z</cp:lastPrinted>
  <dcterms:created xsi:type="dcterms:W3CDTF">2022-05-09T09:26:00Z</dcterms:created>
  <dcterms:modified xsi:type="dcterms:W3CDTF">2022-05-10T06:33:00Z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